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A1C7935-5863-4028-9B3F-BBFCF96425DD}"/>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